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1C7" w:rsidRDefault="005E2FA3" w:rsidP="00437EB0">
      <w:pPr>
        <w:pStyle w:val="NormalWeb"/>
        <w:spacing w:before="0" w:beforeAutospacing="0" w:after="40" w:afterAutospacing="0"/>
        <w:jc w:val="both"/>
        <w:rPr>
          <w:bCs/>
          <w:color w:val="1F497D" w:themeColor="text2"/>
        </w:rPr>
      </w:pPr>
      <w:r w:rsidRPr="005E2FA3">
        <w:rPr>
          <w:bCs/>
          <w:color w:val="1F497D" w:themeColor="text2"/>
        </w:rPr>
        <w:t xml:space="preserve">For use on our website, correspondence, publications and certificates, ANSA requires a consistent visual image. These are the logos/banners in current use. </w:t>
      </w:r>
    </w:p>
    <w:p w:rsidR="00437EB0" w:rsidRDefault="00437EB0" w:rsidP="00437EB0">
      <w:pPr>
        <w:pStyle w:val="NormalWeb"/>
        <w:spacing w:before="0" w:beforeAutospacing="0" w:after="40" w:afterAutospacing="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8D41C7" w:rsidRDefault="005E2FA3" w:rsidP="008D41C7">
      <w:pPr>
        <w:pStyle w:val="NormalWeb"/>
        <w:spacing w:before="0" w:beforeAutospacing="0" w:after="4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1] Original ANSA neurons banner</w:t>
      </w:r>
    </w:p>
    <w:p w:rsidR="005E2FA3" w:rsidRDefault="005E2FA3" w:rsidP="008D41C7">
      <w:pPr>
        <w:pStyle w:val="NormalWeb"/>
        <w:spacing w:before="0" w:beforeAutospacing="0" w:after="4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94BDD4B" wp14:editId="5E754E7A">
                <wp:simplePos x="0" y="0"/>
                <wp:positionH relativeFrom="column">
                  <wp:posOffset>1905</wp:posOffset>
                </wp:positionH>
                <wp:positionV relativeFrom="paragraph">
                  <wp:posOffset>35931</wp:posOffset>
                </wp:positionV>
                <wp:extent cx="6325870" cy="149225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25870" cy="1492250"/>
                          <a:chOff x="0" y="0"/>
                          <a:chExt cx="6325870" cy="149225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0" cy="1430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g:grpSp>
                        <wpg:cNvPr id="5" name="Group 5"/>
                        <wpg:cNvGrpSpPr/>
                        <wpg:grpSpPr>
                          <a:xfrm>
                            <a:off x="0" y="0"/>
                            <a:ext cx="6325870" cy="1492250"/>
                            <a:chOff x="0" y="0"/>
                            <a:chExt cx="6325870" cy="1492250"/>
                          </a:xfrm>
                        </wpg:grpSpPr>
                        <wps:wsp>
                          <wps:cNvPr id="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325870" cy="1492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E65F3" w:rsidRDefault="007E65F3" w:rsidP="005E2FA3">
                                <w:pPr>
                                  <w:rPr>
                                    <w:b/>
                                    <w:color w:val="1F497D" w:themeColor="text2"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b/>
                                    <w:color w:val="1F497D" w:themeColor="text2"/>
                                    <w:sz w:val="144"/>
                                    <w:szCs w:val="144"/>
                                  </w:rPr>
                                  <w:t>ANSA</w:t>
                                </w:r>
                              </w:p>
                              <w:p w:rsidR="007E65F3" w:rsidRDefault="007E65F3" w:rsidP="005E2FA3">
                                <w:pPr>
                                  <w:pStyle w:val="BodyText"/>
                                  <w:spacing w:before="19"/>
                                  <w:ind w:left="0"/>
                                  <w:rPr>
                                    <w:b w:val="0"/>
                                    <w:bCs w:val="0"/>
                                  </w:rPr>
                                </w:pPr>
                                <w:r>
                                  <w:rPr>
                                    <w:color w:val="0D3B85"/>
                                  </w:rPr>
                                  <w:t>Bringing</w:t>
                                </w:r>
                                <w:r>
                                  <w:rPr>
                                    <w:color w:val="0D3B85"/>
                                    <w:spacing w:val="-37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0D3B85"/>
                                  </w:rPr>
                                  <w:t>Applied</w:t>
                                </w:r>
                                <w:r>
                                  <w:rPr>
                                    <w:color w:val="0D3B85"/>
                                    <w:spacing w:val="-18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0D3B85"/>
                                    <w:spacing w:val="-1"/>
                                  </w:rPr>
                                  <w:t>Neuroscience</w:t>
                                </w:r>
                                <w:r>
                                  <w:rPr>
                                    <w:color w:val="0D3B85"/>
                                    <w:spacing w:val="-18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0D3B85"/>
                                  </w:rPr>
                                  <w:t>into</w:t>
                                </w:r>
                                <w:r>
                                  <w:rPr>
                                    <w:color w:val="0D3B85"/>
                                    <w:spacing w:val="-19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0D3B85"/>
                                  </w:rPr>
                                  <w:t>Clinical</w:t>
                                </w:r>
                                <w:r>
                                  <w:rPr>
                                    <w:color w:val="0D3B85"/>
                                    <w:spacing w:val="-20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0D3B85"/>
                                  </w:rPr>
                                  <w:t>Practice</w:t>
                                </w:r>
                              </w:p>
                              <w:p w:rsidR="007E65F3" w:rsidRDefault="007E65F3" w:rsidP="005E2FA3">
                                <w:pPr>
                                  <w:jc w:val="both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26279" y="69011"/>
                              <a:ext cx="2947035" cy="10058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E2FA3" w:rsidRPr="00A64944" w:rsidRDefault="005E2FA3" w:rsidP="005E2FA3">
                                <w:pPr>
                                  <w:autoSpaceDE w:val="0"/>
                                  <w:autoSpaceDN w:val="0"/>
                                  <w:adjustRightInd w:val="0"/>
                                  <w:jc w:val="right"/>
                                  <w:rPr>
                                    <w:color w:val="17365D" w:themeColor="text2" w:themeShade="BF"/>
                                    <w:sz w:val="20"/>
                                    <w:szCs w:val="20"/>
                                  </w:rPr>
                                </w:pPr>
                                <w:r w:rsidRPr="00A64944">
                                  <w:rPr>
                                    <w:b/>
                                    <w:bCs/>
                                    <w:color w:val="17365D" w:themeColor="text2" w:themeShade="BF"/>
                                    <w:sz w:val="20"/>
                                    <w:szCs w:val="20"/>
                                  </w:rPr>
                                  <w:t xml:space="preserve">The Applied Neuroscience Society of Australasia </w:t>
                                </w:r>
                              </w:p>
                              <w:p w:rsidR="005E2FA3" w:rsidRPr="00A64944" w:rsidRDefault="005E2FA3" w:rsidP="005E2FA3">
                                <w:pPr>
                                  <w:autoSpaceDE w:val="0"/>
                                  <w:autoSpaceDN w:val="0"/>
                                  <w:adjustRightInd w:val="0"/>
                                  <w:jc w:val="right"/>
                                  <w:rPr>
                                    <w:color w:val="17365D" w:themeColor="text2" w:themeShade="BF"/>
                                    <w:sz w:val="20"/>
                                    <w:szCs w:val="20"/>
                                  </w:rPr>
                                </w:pPr>
                                <w:r w:rsidRPr="00A64944">
                                  <w:rPr>
                                    <w:color w:val="17365D" w:themeColor="text2" w:themeShade="BF"/>
                                    <w:sz w:val="20"/>
                                    <w:szCs w:val="20"/>
                                  </w:rPr>
                                  <w:t>Incorporation No: INC9878397</w:t>
                                </w:r>
                              </w:p>
                              <w:p w:rsidR="005E2FA3" w:rsidRPr="00A64944" w:rsidRDefault="005E2FA3" w:rsidP="005E2FA3">
                                <w:pPr>
                                  <w:autoSpaceDE w:val="0"/>
                                  <w:autoSpaceDN w:val="0"/>
                                  <w:adjustRightInd w:val="0"/>
                                  <w:jc w:val="right"/>
                                  <w:rPr>
                                    <w:color w:val="17365D" w:themeColor="text2" w:themeShade="BF"/>
                                    <w:sz w:val="20"/>
                                    <w:szCs w:val="20"/>
                                  </w:rPr>
                                </w:pPr>
                                <w:r w:rsidRPr="00A64944">
                                  <w:rPr>
                                    <w:color w:val="17365D" w:themeColor="text2" w:themeShade="BF"/>
                                    <w:sz w:val="20"/>
                                    <w:szCs w:val="20"/>
                                  </w:rPr>
                                  <w:t>ABN No. 22896855463</w:t>
                                </w:r>
                              </w:p>
                              <w:p w:rsidR="005E2FA3" w:rsidRPr="00A64944" w:rsidRDefault="005E2FA3" w:rsidP="005E2FA3">
                                <w:pPr>
                                  <w:pStyle w:val="NormalWeb"/>
                                  <w:spacing w:before="0" w:beforeAutospacing="0" w:after="0" w:afterAutospacing="0"/>
                                  <w:jc w:val="right"/>
                                  <w:rPr>
                                    <w:bCs/>
                                    <w:color w:val="17365D" w:themeColor="text2" w:themeShade="BF"/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 w:rsidRPr="00A64944">
                                  <w:rPr>
                                    <w:bCs/>
                                    <w:color w:val="17365D" w:themeColor="text2" w:themeShade="BF"/>
                                    <w:sz w:val="20"/>
                                    <w:szCs w:val="20"/>
                                  </w:rPr>
                                  <w:t>c</w:t>
                                </w:r>
                                <w:proofErr w:type="gramEnd"/>
                                <w:r w:rsidRPr="00A64944">
                                  <w:rPr>
                                    <w:bCs/>
                                    <w:color w:val="17365D" w:themeColor="text2" w:themeShade="BF"/>
                                    <w:sz w:val="20"/>
                                    <w:szCs w:val="20"/>
                                  </w:rPr>
                                  <w:t>/- The Secretary</w:t>
                                </w:r>
                              </w:p>
                              <w:p w:rsidR="005E2FA3" w:rsidRPr="00A64944" w:rsidRDefault="005E2FA3" w:rsidP="005E2FA3">
                                <w:pPr>
                                  <w:pStyle w:val="NormalWeb"/>
                                  <w:spacing w:before="0" w:beforeAutospacing="0" w:after="0" w:afterAutospacing="0"/>
                                  <w:jc w:val="right"/>
                                  <w:rPr>
                                    <w:bCs/>
                                    <w:color w:val="17365D" w:themeColor="text2" w:themeShade="BF"/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 w:rsidRPr="00A64944">
                                  <w:rPr>
                                    <w:bCs/>
                                    <w:color w:val="17365D" w:themeColor="text2" w:themeShade="BF"/>
                                    <w:sz w:val="20"/>
                                    <w:szCs w:val="20"/>
                                  </w:rPr>
                                  <w:t>address</w:t>
                                </w:r>
                                <w:proofErr w:type="gramEnd"/>
                                <w:r w:rsidRPr="00A64944">
                                  <w:rPr>
                                    <w:bCs/>
                                    <w:color w:val="17365D" w:themeColor="text2" w:themeShade="BF"/>
                                    <w:sz w:val="20"/>
                                    <w:szCs w:val="20"/>
                                  </w:rPr>
                                  <w:t>…</w:t>
                                </w:r>
                              </w:p>
                              <w:p w:rsidR="005E2FA3" w:rsidRDefault="005E2FA3"/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94BDD4B" id="Group 6" o:spid="_x0000_s1026" style="position:absolute;margin-left:.15pt;margin-top:2.85pt;width:498.1pt;height:117.5pt;z-index:251665408" coordsize="63258,149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61722;height:143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0qA+7CAAAA2gAAAA8AAABkcnMvZG93bnJldi54bWxET0trwkAQvhf8D8sIvUjd2IPY6CoqbW0v&#10;gmkuvQ3ZMQnJzobs5tH++q4g9DR8fM/Z7EZTi55aV1pWsJhHIIgzq0vOFaRfb08rEM4ja6wtk4If&#10;crDbTh42GGs78IX6xOcihLCLUUHhfRNL6bKCDLq5bYgDd7WtQR9gm0vd4hDCTS2fo2gpDZYcGgps&#10;6FhQViWdUTD0tTv9vp6rdOY+3w+rb822e1HqcTru1yA8jf5ffHd/6DAfbq/crtz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dKgPuwgAAANoAAAAPAAAAAAAAAAAAAAAAAJ8C&#10;AABkcnMvZG93bnJldi54bWxQSwUGAAAAAAQABAD3AAAAjgMAAAAA&#10;">
                  <v:imagedata r:id="rId6" o:title=""/>
                  <v:path arrowok="t"/>
                </v:shape>
                <v:group id="Group 5" o:spid="_x0000_s1028" style="position:absolute;width:63258;height:14922" coordsize="63258,149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width:63258;height:14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  <v:textbox>
                      <w:txbxContent>
                        <w:p w:rsidR="007E65F3" w:rsidRDefault="007E65F3" w:rsidP="005E2FA3">
                          <w:pPr>
                            <w:rPr>
                              <w:b/>
                              <w:color w:val="1F497D" w:themeColor="text2"/>
                              <w:sz w:val="144"/>
                              <w:szCs w:val="144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144"/>
                              <w:szCs w:val="144"/>
                            </w:rPr>
                            <w:t>ANSA</w:t>
                          </w:r>
                        </w:p>
                        <w:p w:rsidR="007E65F3" w:rsidRDefault="007E65F3" w:rsidP="005E2FA3">
                          <w:pPr>
                            <w:pStyle w:val="BodyText"/>
                            <w:spacing w:before="19"/>
                            <w:ind w:left="0"/>
                            <w:rPr>
                              <w:b w:val="0"/>
                              <w:bCs w:val="0"/>
                            </w:rPr>
                          </w:pPr>
                          <w:r>
                            <w:rPr>
                              <w:color w:val="0D3B85"/>
                            </w:rPr>
                            <w:t>Bringing</w:t>
                          </w:r>
                          <w:r>
                            <w:rPr>
                              <w:color w:val="0D3B85"/>
                              <w:spacing w:val="-37"/>
                            </w:rPr>
                            <w:t xml:space="preserve"> </w:t>
                          </w:r>
                          <w:r>
                            <w:rPr>
                              <w:color w:val="0D3B85"/>
                            </w:rPr>
                            <w:t>Applied</w:t>
                          </w:r>
                          <w:r>
                            <w:rPr>
                              <w:color w:val="0D3B85"/>
                              <w:spacing w:val="-18"/>
                            </w:rPr>
                            <w:t xml:space="preserve"> </w:t>
                          </w:r>
                          <w:r>
                            <w:rPr>
                              <w:color w:val="0D3B85"/>
                              <w:spacing w:val="-1"/>
                            </w:rPr>
                            <w:t>Neuroscience</w:t>
                          </w:r>
                          <w:r>
                            <w:rPr>
                              <w:color w:val="0D3B85"/>
                              <w:spacing w:val="-18"/>
                            </w:rPr>
                            <w:t xml:space="preserve"> </w:t>
                          </w:r>
                          <w:r>
                            <w:rPr>
                              <w:color w:val="0D3B85"/>
                            </w:rPr>
                            <w:t>into</w:t>
                          </w:r>
                          <w:r>
                            <w:rPr>
                              <w:color w:val="0D3B85"/>
                              <w:spacing w:val="-19"/>
                            </w:rPr>
                            <w:t xml:space="preserve"> </w:t>
                          </w:r>
                          <w:r>
                            <w:rPr>
                              <w:color w:val="0D3B85"/>
                            </w:rPr>
                            <w:t>Clinical</w:t>
                          </w:r>
                          <w:r>
                            <w:rPr>
                              <w:color w:val="0D3B85"/>
                              <w:spacing w:val="-20"/>
                            </w:rPr>
                            <w:t xml:space="preserve"> </w:t>
                          </w:r>
                          <w:r>
                            <w:rPr>
                              <w:color w:val="0D3B85"/>
                            </w:rPr>
                            <w:t>Practice</w:t>
                          </w:r>
                        </w:p>
                        <w:p w:rsidR="007E65F3" w:rsidRDefault="007E65F3" w:rsidP="005E2FA3">
                          <w:pPr>
                            <w:jc w:val="both"/>
                          </w:pPr>
                        </w:p>
                      </w:txbxContent>
                    </v:textbox>
                  </v:shape>
                  <v:shape id="Text Box 2" o:spid="_x0000_s1030" type="#_x0000_t202" style="position:absolute;left:32262;top:690;width:29471;height:10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HdLMIA&#10;AADcAAAADwAAAGRycy9kb3ducmV2LnhtbESPT2vCQBTE74V+h+UJvdVNhP4huorUFjz0Uk3vj+wz&#10;G8y+Ddmnid/eFQSPw8z8hlmsRt+qM/WxCWwgn2agiKtgG64NlPuf109QUZAttoHJwIUirJbPTwss&#10;bBj4j847qVWCcCzQgBPpCq1j5chjnIaOOHmH0HuUJPta2x6HBPetnmXZu/bYcFpw2NGXo+q4O3kD&#10;InadX8pvH7f/4+9mcFn1hqUxL5NxPQclNMojfG9vrYFZ/gG3M+kI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wd0swgAAANwAAAAPAAAAAAAAAAAAAAAAAJgCAABkcnMvZG93&#10;bnJldi54bWxQSwUGAAAAAAQABAD1AAAAhwMAAAAA&#10;" filled="f" stroked="f">
                    <v:textbox style="mso-fit-shape-to-text:t">
                      <w:txbxContent>
                        <w:p w:rsidR="005E2FA3" w:rsidRPr="00A64944" w:rsidRDefault="005E2FA3" w:rsidP="005E2FA3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color w:val="17365D" w:themeColor="text2" w:themeShade="BF"/>
                              <w:sz w:val="20"/>
                              <w:szCs w:val="20"/>
                            </w:rPr>
                          </w:pPr>
                          <w:r w:rsidRPr="00A64944">
                            <w:rPr>
                              <w:b/>
                              <w:bCs/>
                              <w:color w:val="17365D" w:themeColor="text2" w:themeShade="BF"/>
                              <w:sz w:val="20"/>
                              <w:szCs w:val="20"/>
                            </w:rPr>
                            <w:t xml:space="preserve">The Applied Neuroscience Society of Australasia </w:t>
                          </w:r>
                        </w:p>
                        <w:p w:rsidR="005E2FA3" w:rsidRPr="00A64944" w:rsidRDefault="005E2FA3" w:rsidP="005E2FA3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color w:val="17365D" w:themeColor="text2" w:themeShade="BF"/>
                              <w:sz w:val="20"/>
                              <w:szCs w:val="20"/>
                            </w:rPr>
                          </w:pPr>
                          <w:r w:rsidRPr="00A64944">
                            <w:rPr>
                              <w:color w:val="17365D" w:themeColor="text2" w:themeShade="BF"/>
                              <w:sz w:val="20"/>
                              <w:szCs w:val="20"/>
                            </w:rPr>
                            <w:t>Incorporation No: INC9878397</w:t>
                          </w:r>
                        </w:p>
                        <w:p w:rsidR="005E2FA3" w:rsidRPr="00A64944" w:rsidRDefault="005E2FA3" w:rsidP="005E2FA3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color w:val="17365D" w:themeColor="text2" w:themeShade="BF"/>
                              <w:sz w:val="20"/>
                              <w:szCs w:val="20"/>
                            </w:rPr>
                          </w:pPr>
                          <w:r w:rsidRPr="00A64944">
                            <w:rPr>
                              <w:color w:val="17365D" w:themeColor="text2" w:themeShade="BF"/>
                              <w:sz w:val="20"/>
                              <w:szCs w:val="20"/>
                            </w:rPr>
                            <w:t>ABN No. 22896855463</w:t>
                          </w:r>
                        </w:p>
                        <w:p w:rsidR="005E2FA3" w:rsidRPr="00A64944" w:rsidRDefault="005E2FA3" w:rsidP="005E2FA3">
                          <w:pPr>
                            <w:pStyle w:val="NormalWeb"/>
                            <w:spacing w:before="0" w:beforeAutospacing="0" w:after="0" w:afterAutospacing="0"/>
                            <w:jc w:val="right"/>
                            <w:rPr>
                              <w:bCs/>
                              <w:color w:val="17365D" w:themeColor="text2" w:themeShade="BF"/>
                              <w:sz w:val="20"/>
                              <w:szCs w:val="20"/>
                            </w:rPr>
                          </w:pPr>
                          <w:proofErr w:type="gramStart"/>
                          <w:r w:rsidRPr="00A64944">
                            <w:rPr>
                              <w:bCs/>
                              <w:color w:val="17365D" w:themeColor="text2" w:themeShade="BF"/>
                              <w:sz w:val="20"/>
                              <w:szCs w:val="20"/>
                            </w:rPr>
                            <w:t>c</w:t>
                          </w:r>
                          <w:proofErr w:type="gramEnd"/>
                          <w:r w:rsidRPr="00A64944">
                            <w:rPr>
                              <w:bCs/>
                              <w:color w:val="17365D" w:themeColor="text2" w:themeShade="BF"/>
                              <w:sz w:val="20"/>
                              <w:szCs w:val="20"/>
                            </w:rPr>
                            <w:t>/- The Secretary</w:t>
                          </w:r>
                        </w:p>
                        <w:p w:rsidR="005E2FA3" w:rsidRPr="00A64944" w:rsidRDefault="005E2FA3" w:rsidP="005E2FA3">
                          <w:pPr>
                            <w:pStyle w:val="NormalWeb"/>
                            <w:spacing w:before="0" w:beforeAutospacing="0" w:after="0" w:afterAutospacing="0"/>
                            <w:jc w:val="right"/>
                            <w:rPr>
                              <w:bCs/>
                              <w:color w:val="17365D" w:themeColor="text2" w:themeShade="BF"/>
                              <w:sz w:val="20"/>
                              <w:szCs w:val="20"/>
                            </w:rPr>
                          </w:pPr>
                          <w:proofErr w:type="gramStart"/>
                          <w:r w:rsidRPr="00A64944">
                            <w:rPr>
                              <w:bCs/>
                              <w:color w:val="17365D" w:themeColor="text2" w:themeShade="BF"/>
                              <w:sz w:val="20"/>
                              <w:szCs w:val="20"/>
                            </w:rPr>
                            <w:t>address</w:t>
                          </w:r>
                          <w:proofErr w:type="gramEnd"/>
                          <w:r w:rsidRPr="00A64944">
                            <w:rPr>
                              <w:bCs/>
                              <w:color w:val="17365D" w:themeColor="text2" w:themeShade="BF"/>
                              <w:sz w:val="20"/>
                              <w:szCs w:val="20"/>
                            </w:rPr>
                            <w:t>…</w:t>
                          </w:r>
                        </w:p>
                        <w:p w:rsidR="005E2FA3" w:rsidRDefault="005E2FA3"/>
                      </w:txbxContent>
                    </v:textbox>
                  </v:shape>
                </v:group>
              </v:group>
            </w:pict>
          </mc:Fallback>
        </mc:AlternateContent>
      </w:r>
    </w:p>
    <w:p w:rsidR="005E2FA3" w:rsidRDefault="005E2FA3" w:rsidP="008D41C7">
      <w:pPr>
        <w:pStyle w:val="NormalWeb"/>
        <w:spacing w:before="0" w:beforeAutospacing="0" w:after="40" w:afterAutospacing="0"/>
        <w:rPr>
          <w:rFonts w:ascii="Arial" w:hAnsi="Arial" w:cs="Arial"/>
          <w:sz w:val="22"/>
          <w:szCs w:val="22"/>
        </w:rPr>
      </w:pPr>
    </w:p>
    <w:p w:rsidR="005E2FA3" w:rsidRDefault="005E2FA3" w:rsidP="008D41C7">
      <w:pPr>
        <w:pStyle w:val="NormalWeb"/>
        <w:spacing w:before="0" w:beforeAutospacing="0" w:after="40" w:afterAutospacing="0"/>
        <w:rPr>
          <w:rFonts w:ascii="Arial" w:hAnsi="Arial" w:cs="Arial"/>
          <w:sz w:val="22"/>
          <w:szCs w:val="22"/>
        </w:rPr>
      </w:pPr>
    </w:p>
    <w:p w:rsidR="005E2FA3" w:rsidRDefault="005E2FA3" w:rsidP="008D41C7">
      <w:pPr>
        <w:pStyle w:val="NormalWeb"/>
        <w:spacing w:before="0" w:beforeAutospacing="0" w:after="40" w:afterAutospacing="0"/>
        <w:rPr>
          <w:rFonts w:ascii="Arial" w:hAnsi="Arial" w:cs="Arial"/>
          <w:sz w:val="22"/>
          <w:szCs w:val="22"/>
        </w:rPr>
      </w:pPr>
    </w:p>
    <w:p w:rsidR="005E2FA3" w:rsidRDefault="005E2FA3" w:rsidP="008D41C7">
      <w:pPr>
        <w:pStyle w:val="NormalWeb"/>
        <w:spacing w:before="0" w:beforeAutospacing="0" w:after="40" w:afterAutospacing="0"/>
        <w:rPr>
          <w:rFonts w:ascii="Arial" w:hAnsi="Arial" w:cs="Arial"/>
          <w:sz w:val="22"/>
          <w:szCs w:val="22"/>
        </w:rPr>
      </w:pPr>
    </w:p>
    <w:p w:rsidR="005E2FA3" w:rsidRDefault="005E2FA3" w:rsidP="008D41C7">
      <w:pPr>
        <w:pStyle w:val="NormalWeb"/>
        <w:spacing w:before="0" w:beforeAutospacing="0" w:after="40" w:afterAutospacing="0"/>
        <w:rPr>
          <w:rFonts w:ascii="Arial" w:hAnsi="Arial" w:cs="Arial"/>
          <w:sz w:val="22"/>
          <w:szCs w:val="22"/>
        </w:rPr>
      </w:pPr>
    </w:p>
    <w:p w:rsidR="005E2FA3" w:rsidRDefault="005E2FA3" w:rsidP="008D41C7">
      <w:pPr>
        <w:pStyle w:val="NormalWeb"/>
        <w:spacing w:before="0" w:beforeAutospacing="0" w:after="40" w:afterAutospacing="0"/>
        <w:rPr>
          <w:rFonts w:ascii="Arial" w:hAnsi="Arial" w:cs="Arial"/>
          <w:sz w:val="22"/>
          <w:szCs w:val="22"/>
        </w:rPr>
      </w:pPr>
    </w:p>
    <w:p w:rsidR="005E2FA3" w:rsidRDefault="005E2FA3" w:rsidP="008D41C7">
      <w:pPr>
        <w:pStyle w:val="NormalWeb"/>
        <w:spacing w:before="0" w:beforeAutospacing="0" w:after="40" w:afterAutospacing="0"/>
        <w:rPr>
          <w:rFonts w:ascii="Arial" w:hAnsi="Arial" w:cs="Arial"/>
          <w:sz w:val="22"/>
          <w:szCs w:val="22"/>
        </w:rPr>
      </w:pPr>
    </w:p>
    <w:p w:rsidR="005E2FA3" w:rsidRDefault="005E2FA3" w:rsidP="008D41C7">
      <w:pPr>
        <w:pStyle w:val="NormalWeb"/>
        <w:spacing w:before="0" w:beforeAutospacing="0" w:after="40" w:afterAutospacing="0"/>
        <w:rPr>
          <w:rFonts w:ascii="Arial" w:hAnsi="Arial" w:cs="Arial"/>
          <w:sz w:val="22"/>
          <w:szCs w:val="22"/>
        </w:rPr>
      </w:pPr>
    </w:p>
    <w:p w:rsidR="008D41C7" w:rsidRDefault="005E2FA3" w:rsidP="008D41C7">
      <w:pPr>
        <w:pStyle w:val="NormalWeb"/>
        <w:spacing w:before="0" w:beforeAutospacing="0" w:after="4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F3FBE11" wp14:editId="2B6B89D6">
                <wp:simplePos x="0" y="0"/>
                <wp:positionH relativeFrom="column">
                  <wp:posOffset>31750</wp:posOffset>
                </wp:positionH>
                <wp:positionV relativeFrom="paragraph">
                  <wp:posOffset>288925</wp:posOffset>
                </wp:positionV>
                <wp:extent cx="6125845" cy="1301115"/>
                <wp:effectExtent l="19050" t="19050" r="27305" b="13335"/>
                <wp:wrapTight wrapText="bothSides">
                  <wp:wrapPolygon edited="0">
                    <wp:start x="-67" y="-316"/>
                    <wp:lineTo x="-67" y="21505"/>
                    <wp:lineTo x="21629" y="21505"/>
                    <wp:lineTo x="21629" y="-316"/>
                    <wp:lineTo x="-67" y="-316"/>
                  </wp:wrapPolygon>
                </wp:wrapTight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5845" cy="1301115"/>
                          <a:chOff x="0" y="60415"/>
                          <a:chExt cx="6125845" cy="1302128"/>
                        </a:xfrm>
                      </wpg:grpSpPr>
                      <wps:wsp>
                        <wps:cNvPr id="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0415"/>
                            <a:ext cx="6125845" cy="129349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2857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27D33" w:rsidRPr="005E2FA3" w:rsidRDefault="00927D33" w:rsidP="00927D33">
                              <w:pPr>
                                <w:autoSpaceDE w:val="0"/>
                                <w:autoSpaceDN w:val="0"/>
                                <w:adjustRightInd w:val="0"/>
                                <w:jc w:val="right"/>
                                <w:rPr>
                                  <w:color w:val="EFF50B"/>
                                </w:rPr>
                              </w:pPr>
                              <w:r w:rsidRPr="005E2FA3">
                                <w:rPr>
                                  <w:b/>
                                  <w:bCs/>
                                  <w:color w:val="EFF50B"/>
                                </w:rPr>
                                <w:t xml:space="preserve">The Applied Neuroscience Society of Australasia </w:t>
                              </w:r>
                            </w:p>
                            <w:p w:rsidR="00927D33" w:rsidRPr="005E2FA3" w:rsidRDefault="00927D33" w:rsidP="00927D33">
                              <w:pPr>
                                <w:autoSpaceDE w:val="0"/>
                                <w:autoSpaceDN w:val="0"/>
                                <w:adjustRightInd w:val="0"/>
                                <w:jc w:val="right"/>
                                <w:rPr>
                                  <w:color w:val="EFF50B"/>
                                  <w:sz w:val="18"/>
                                  <w:szCs w:val="18"/>
                                </w:rPr>
                              </w:pPr>
                              <w:r w:rsidRPr="005E2FA3">
                                <w:rPr>
                                  <w:color w:val="EFF50B"/>
                                  <w:sz w:val="18"/>
                                  <w:szCs w:val="18"/>
                                </w:rPr>
                                <w:t>Incorporation No: INC9878397</w:t>
                              </w:r>
                            </w:p>
                            <w:p w:rsidR="00927D33" w:rsidRPr="005E2FA3" w:rsidRDefault="00927D33" w:rsidP="00927D33">
                              <w:pPr>
                                <w:autoSpaceDE w:val="0"/>
                                <w:autoSpaceDN w:val="0"/>
                                <w:adjustRightInd w:val="0"/>
                                <w:spacing w:after="120"/>
                                <w:jc w:val="right"/>
                                <w:rPr>
                                  <w:color w:val="EFF50B"/>
                                  <w:sz w:val="18"/>
                                  <w:szCs w:val="18"/>
                                </w:rPr>
                              </w:pPr>
                              <w:r w:rsidRPr="005E2FA3">
                                <w:rPr>
                                  <w:color w:val="EFF50B"/>
                                  <w:sz w:val="18"/>
                                  <w:szCs w:val="18"/>
                                </w:rPr>
                                <w:t>ABN No. 22896855463</w:t>
                              </w:r>
                            </w:p>
                            <w:p w:rsidR="00927D33" w:rsidRPr="005E2FA3" w:rsidRDefault="00927D33" w:rsidP="00927D33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  <w:rPr>
                                  <w:bCs/>
                                  <w:color w:val="EFF50B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5E2FA3">
                                <w:rPr>
                                  <w:bCs/>
                                  <w:color w:val="EFF50B"/>
                                  <w:sz w:val="20"/>
                                  <w:szCs w:val="20"/>
                                </w:rPr>
                                <w:t>c</w:t>
                              </w:r>
                              <w:proofErr w:type="gramEnd"/>
                              <w:r w:rsidRPr="005E2FA3">
                                <w:rPr>
                                  <w:bCs/>
                                  <w:color w:val="EFF50B"/>
                                  <w:sz w:val="20"/>
                                  <w:szCs w:val="20"/>
                                </w:rPr>
                                <w:t>/- The Secretary</w:t>
                              </w:r>
                            </w:p>
                            <w:p w:rsidR="00927D33" w:rsidRPr="005E2FA3" w:rsidRDefault="00927D33" w:rsidP="00927D33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  <w:rPr>
                                  <w:bCs/>
                                  <w:color w:val="EFF50B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5E2FA3">
                                <w:rPr>
                                  <w:bCs/>
                                  <w:color w:val="EFF50B"/>
                                  <w:sz w:val="20"/>
                                  <w:szCs w:val="20"/>
                                </w:rPr>
                                <w:t>address</w:t>
                              </w:r>
                              <w:proofErr w:type="gramEnd"/>
                              <w:r w:rsidRPr="005E2FA3">
                                <w:rPr>
                                  <w:bCs/>
                                  <w:color w:val="EFF50B"/>
                                  <w:sz w:val="20"/>
                                  <w:szCs w:val="20"/>
                                </w:rPr>
                                <w:t>…</w:t>
                              </w:r>
                            </w:p>
                            <w:p w:rsidR="00927D33" w:rsidRPr="005E2FA3" w:rsidRDefault="00927D33" w:rsidP="00927D33">
                              <w:pPr>
                                <w:rPr>
                                  <w:color w:val="EFF50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" descr="ANSA logo enhanced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9048"/>
                            <a:ext cx="1638935" cy="1293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3FBE11" id="Group 4" o:spid="_x0000_s1031" style="position:absolute;margin-left:2.5pt;margin-top:22.75pt;width:482.35pt;height:102.45pt;z-index:251658240;mso-height-relative:margin" coordorigin=",604" coordsize="61258,130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">
                <v:shape id="_x0000_s1032" type="#_x0000_t202" style="position:absolute;top:604;width:61258;height:129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g2J8QA&#10;AADaAAAADwAAAGRycy9kb3ducmV2LnhtbESPS0sDQRCE70L+w9CCNzNrTMRsMglBEbxENC9ybHZ6&#10;H3GnZ9lpN5t/nxEEj0VVfUXNl72rVUdtqDwbeBgmoIgzbysuDOy2b/fPoIIgW6w9k4ELBVguBjdz&#10;TK0/8xd1GylUhHBI0UAp0qRah6wkh2HoG+Lo5b51KFG2hbYtniPc1XqUJE/aYcVxocSGXkrKvjc/&#10;zoDkk8eOP9bb4+n1sA/5WD4nq6kxd7f9agZKqJf/8F/73RoYwe+VeAP0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4NifEAAAA2gAAAA8AAAAAAAAAAAAAAAAAmAIAAGRycy9k&#10;b3ducmV2LnhtbFBLBQYAAAAABAAEAPUAAACJAwAAAAA=&#10;" fillcolor="black [3213]" strokeweight="2.25pt">
                  <v:textbox>
                    <w:txbxContent>
                      <w:p w:rsidR="00927D33" w:rsidRPr="005E2FA3" w:rsidRDefault="00927D33" w:rsidP="00927D33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color w:val="EFF50B"/>
                          </w:rPr>
                        </w:pPr>
                        <w:r w:rsidRPr="005E2FA3">
                          <w:rPr>
                            <w:b/>
                            <w:bCs/>
                            <w:color w:val="EFF50B"/>
                          </w:rPr>
                          <w:t xml:space="preserve">The Applied Neuroscience Society of Australasia </w:t>
                        </w:r>
                      </w:p>
                      <w:p w:rsidR="00927D33" w:rsidRPr="005E2FA3" w:rsidRDefault="00927D33" w:rsidP="00927D33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color w:val="EFF50B"/>
                            <w:sz w:val="18"/>
                            <w:szCs w:val="18"/>
                          </w:rPr>
                        </w:pPr>
                        <w:r w:rsidRPr="005E2FA3">
                          <w:rPr>
                            <w:color w:val="EFF50B"/>
                            <w:sz w:val="18"/>
                            <w:szCs w:val="18"/>
                          </w:rPr>
                          <w:t>Incorporation No: INC9878397</w:t>
                        </w:r>
                      </w:p>
                      <w:p w:rsidR="00927D33" w:rsidRPr="005E2FA3" w:rsidRDefault="00927D33" w:rsidP="00927D33">
                        <w:pPr>
                          <w:autoSpaceDE w:val="0"/>
                          <w:autoSpaceDN w:val="0"/>
                          <w:adjustRightInd w:val="0"/>
                          <w:spacing w:after="120"/>
                          <w:jc w:val="right"/>
                          <w:rPr>
                            <w:color w:val="EFF50B"/>
                            <w:sz w:val="18"/>
                            <w:szCs w:val="18"/>
                          </w:rPr>
                        </w:pPr>
                        <w:r w:rsidRPr="005E2FA3">
                          <w:rPr>
                            <w:color w:val="EFF50B"/>
                            <w:sz w:val="18"/>
                            <w:szCs w:val="18"/>
                          </w:rPr>
                          <w:t>ABN No. 22896855463</w:t>
                        </w:r>
                      </w:p>
                      <w:p w:rsidR="00927D33" w:rsidRPr="005E2FA3" w:rsidRDefault="00927D33" w:rsidP="00927D33">
                        <w:pPr>
                          <w:pStyle w:val="NormalWeb"/>
                          <w:spacing w:before="0" w:beforeAutospacing="0" w:after="0" w:afterAutospacing="0"/>
                          <w:jc w:val="right"/>
                          <w:rPr>
                            <w:bCs/>
                            <w:color w:val="EFF50B"/>
                            <w:sz w:val="20"/>
                            <w:szCs w:val="20"/>
                          </w:rPr>
                        </w:pPr>
                        <w:proofErr w:type="gramStart"/>
                        <w:r w:rsidRPr="005E2FA3">
                          <w:rPr>
                            <w:bCs/>
                            <w:color w:val="EFF50B"/>
                            <w:sz w:val="20"/>
                            <w:szCs w:val="20"/>
                          </w:rPr>
                          <w:t>c</w:t>
                        </w:r>
                        <w:proofErr w:type="gramEnd"/>
                        <w:r w:rsidRPr="005E2FA3">
                          <w:rPr>
                            <w:bCs/>
                            <w:color w:val="EFF50B"/>
                            <w:sz w:val="20"/>
                            <w:szCs w:val="20"/>
                          </w:rPr>
                          <w:t>/- The Secretary</w:t>
                        </w:r>
                      </w:p>
                      <w:p w:rsidR="00927D33" w:rsidRPr="005E2FA3" w:rsidRDefault="00927D33" w:rsidP="00927D33">
                        <w:pPr>
                          <w:pStyle w:val="NormalWeb"/>
                          <w:spacing w:before="0" w:beforeAutospacing="0" w:after="0" w:afterAutospacing="0"/>
                          <w:jc w:val="right"/>
                          <w:rPr>
                            <w:bCs/>
                            <w:color w:val="EFF50B"/>
                            <w:sz w:val="20"/>
                            <w:szCs w:val="20"/>
                          </w:rPr>
                        </w:pPr>
                        <w:proofErr w:type="gramStart"/>
                        <w:r w:rsidRPr="005E2FA3">
                          <w:rPr>
                            <w:bCs/>
                            <w:color w:val="EFF50B"/>
                            <w:sz w:val="20"/>
                            <w:szCs w:val="20"/>
                          </w:rPr>
                          <w:t>address</w:t>
                        </w:r>
                        <w:proofErr w:type="gramEnd"/>
                        <w:r w:rsidRPr="005E2FA3">
                          <w:rPr>
                            <w:bCs/>
                            <w:color w:val="EFF50B"/>
                            <w:sz w:val="20"/>
                            <w:szCs w:val="20"/>
                          </w:rPr>
                          <w:t>…</w:t>
                        </w:r>
                      </w:p>
                      <w:p w:rsidR="00927D33" w:rsidRPr="005E2FA3" w:rsidRDefault="00927D33" w:rsidP="00927D33">
                        <w:pPr>
                          <w:rPr>
                            <w:color w:val="EFF50B"/>
                          </w:rPr>
                        </w:pPr>
                      </w:p>
                    </w:txbxContent>
                  </v:textbox>
                </v:shape>
                <v:shape id="Picture 1" o:spid="_x0000_s1033" type="#_x0000_t75" alt="ANSA logo enhanced.JPG" style="position:absolute;top:690;width:16389;height:129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imwvAAAAA2wAAAA8AAABkcnMvZG93bnJldi54bWxET81qAjEQvgt9hzCF3jRrC7ZsjSKFFr0U&#10;Gn2AIRk3i8lku4nu9u1NQfA2H9/vLNdj8OJCfWojK5jPKhDEJtqWGwWH/ef0DUTKyBZ9ZFLwRwnW&#10;q4fJEmsbB/6hi86NKCGcalTgcu5qKZNxFDDNYkdcuGPsA+YC+0baHocSHrx8rqqFDNhyaXDY0Ycj&#10;c9LnoEDvfnU0ptou9GY4uvOX19+vXqmnx3HzDiLTmO/im3try/wX+P+lHCBXV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WKbC8AAAADbAAAADwAAAAAAAAAAAAAAAACfAgAA&#10;ZHJzL2Rvd25yZXYueG1sUEsFBgAAAAAEAAQA9wAAAIwDAAAAAA==&#10;">
                  <v:imagedata r:id="rId8" o:title="ANSA logo enhanced"/>
                  <v:path arrowok="t"/>
                </v:shape>
                <w10:wrap type="tight"/>
              </v:group>
            </w:pict>
          </mc:Fallback>
        </mc:AlternateContent>
      </w:r>
      <w:r>
        <w:rPr>
          <w:rFonts w:ascii="Arial" w:hAnsi="Arial" w:cs="Arial"/>
          <w:sz w:val="22"/>
          <w:szCs w:val="22"/>
        </w:rPr>
        <w:t xml:space="preserve">2] </w:t>
      </w:r>
      <w:proofErr w:type="spellStart"/>
      <w:r>
        <w:rPr>
          <w:rFonts w:ascii="Arial" w:hAnsi="Arial" w:cs="Arial"/>
          <w:sz w:val="22"/>
          <w:szCs w:val="22"/>
        </w:rPr>
        <w:t>Braintracks</w:t>
      </w:r>
      <w:proofErr w:type="spellEnd"/>
      <w:r>
        <w:rPr>
          <w:rFonts w:ascii="Arial" w:hAnsi="Arial" w:cs="Arial"/>
          <w:sz w:val="22"/>
          <w:szCs w:val="22"/>
        </w:rPr>
        <w:t xml:space="preserve"> – on black</w:t>
      </w:r>
    </w:p>
    <w:p w:rsidR="005E2FA3" w:rsidRDefault="005E2FA3" w:rsidP="008D41C7">
      <w:pPr>
        <w:pStyle w:val="NormalWeb"/>
        <w:spacing w:before="0" w:beforeAutospacing="0" w:after="40" w:afterAutospacing="0"/>
        <w:rPr>
          <w:rFonts w:ascii="Arial" w:hAnsi="Arial" w:cs="Arial"/>
          <w:sz w:val="22"/>
          <w:szCs w:val="22"/>
        </w:rPr>
      </w:pPr>
    </w:p>
    <w:p w:rsidR="005E2FA3" w:rsidRDefault="005E2FA3" w:rsidP="008D41C7">
      <w:pPr>
        <w:pStyle w:val="NormalWeb"/>
        <w:spacing w:before="0" w:beforeAutospacing="0" w:after="4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3] </w:t>
      </w:r>
      <w:proofErr w:type="spellStart"/>
      <w:r>
        <w:rPr>
          <w:rFonts w:ascii="Arial" w:hAnsi="Arial" w:cs="Arial"/>
          <w:sz w:val="22"/>
          <w:szCs w:val="22"/>
        </w:rPr>
        <w:t>Braintracks</w:t>
      </w:r>
      <w:proofErr w:type="spellEnd"/>
      <w:r>
        <w:rPr>
          <w:rFonts w:ascii="Arial" w:hAnsi="Arial" w:cs="Arial"/>
          <w:sz w:val="22"/>
          <w:szCs w:val="22"/>
        </w:rPr>
        <w:t xml:space="preserve"> – on white</w:t>
      </w:r>
    </w:p>
    <w:p w:rsidR="005E2FA3" w:rsidRDefault="005E2FA3" w:rsidP="008D41C7">
      <w:pPr>
        <w:pStyle w:val="NormalWeb"/>
        <w:spacing w:before="0" w:beforeAutospacing="0" w:after="40" w:afterAutospacing="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1A06D2CC" wp14:editId="12D1A9F7">
            <wp:extent cx="1613139" cy="1292860"/>
            <wp:effectExtent l="0" t="0" r="6350" b="2540"/>
            <wp:docPr id="8" name="Picture 1" descr="ANSA logo enhance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" descr="ANSA logo enhanced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535" cy="1307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4EEADBAB" wp14:editId="22FA104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25845" cy="1292860"/>
                <wp:effectExtent l="19050" t="19050" r="27305" b="2159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5845" cy="12928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FA3" w:rsidRPr="005E2FA3" w:rsidRDefault="005E2FA3" w:rsidP="005E2FA3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color w:val="000000" w:themeColor="text1"/>
                              </w:rPr>
                            </w:pPr>
                            <w:r w:rsidRPr="005E2FA3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The Applied Neuroscience Society of Australasia </w:t>
                            </w:r>
                          </w:p>
                          <w:p w:rsidR="005E2FA3" w:rsidRPr="005E2FA3" w:rsidRDefault="005E2FA3" w:rsidP="005E2FA3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E2FA3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Incorporation No: INC9878397</w:t>
                            </w:r>
                          </w:p>
                          <w:p w:rsidR="005E2FA3" w:rsidRPr="005E2FA3" w:rsidRDefault="005E2FA3" w:rsidP="005E2FA3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rPr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E2FA3">
                              <w:rPr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c</w:t>
                            </w:r>
                            <w:proofErr w:type="gramEnd"/>
                            <w:r w:rsidRPr="005E2FA3">
                              <w:rPr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/- The Secretary</w:t>
                            </w:r>
                          </w:p>
                          <w:p w:rsidR="005E2FA3" w:rsidRPr="005E2FA3" w:rsidRDefault="005E2FA3" w:rsidP="005E2FA3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rPr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E2FA3">
                              <w:rPr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address</w:t>
                            </w:r>
                            <w:proofErr w:type="gramEnd"/>
                            <w:r w:rsidRPr="005E2FA3">
                              <w:rPr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  <w:p w:rsidR="005E2FA3" w:rsidRPr="005E2FA3" w:rsidRDefault="005E2FA3" w:rsidP="005E2FA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ADBAB" id="Text Box 9" o:spid="_x0000_s1034" type="#_x0000_t202" style="position:absolute;margin-left:0;margin-top:0;width:482.35pt;height:101.8pt;z-index:-2516592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" fillcolor="white [3212]" strokeweight="2.25pt">
                <v:textbox>
                  <w:txbxContent>
                    <w:p w:rsidR="005E2FA3" w:rsidRPr="005E2FA3" w:rsidRDefault="005E2FA3" w:rsidP="005E2FA3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color w:val="000000" w:themeColor="text1"/>
                        </w:rPr>
                      </w:pPr>
                      <w:r w:rsidRPr="005E2FA3">
                        <w:rPr>
                          <w:b/>
                          <w:bCs/>
                          <w:color w:val="000000" w:themeColor="text1"/>
                        </w:rPr>
                        <w:t xml:space="preserve">The Applied Neuroscience Society of Australasia </w:t>
                      </w:r>
                    </w:p>
                    <w:p w:rsidR="005E2FA3" w:rsidRPr="005E2FA3" w:rsidRDefault="005E2FA3" w:rsidP="005E2FA3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5E2FA3">
                        <w:rPr>
                          <w:color w:val="000000" w:themeColor="text1"/>
                          <w:sz w:val="18"/>
                          <w:szCs w:val="18"/>
                        </w:rPr>
                        <w:t>Incorporation No: INC9878397</w:t>
                      </w:r>
                    </w:p>
                    <w:p w:rsidR="005E2FA3" w:rsidRPr="005E2FA3" w:rsidRDefault="005E2FA3" w:rsidP="005E2FA3">
                      <w:pPr>
                        <w:pStyle w:val="NormalWeb"/>
                        <w:spacing w:before="0" w:beforeAutospacing="0" w:after="0" w:afterAutospacing="0"/>
                        <w:jc w:val="right"/>
                        <w:rPr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proofErr w:type="gramStart"/>
                      <w:r w:rsidRPr="005E2FA3">
                        <w:rPr>
                          <w:bCs/>
                          <w:color w:val="000000" w:themeColor="text1"/>
                          <w:sz w:val="20"/>
                          <w:szCs w:val="20"/>
                        </w:rPr>
                        <w:t>c</w:t>
                      </w:r>
                      <w:proofErr w:type="gramEnd"/>
                      <w:r w:rsidRPr="005E2FA3">
                        <w:rPr>
                          <w:bCs/>
                          <w:color w:val="000000" w:themeColor="text1"/>
                          <w:sz w:val="20"/>
                          <w:szCs w:val="20"/>
                        </w:rPr>
                        <w:t>/- The Secretary</w:t>
                      </w:r>
                    </w:p>
                    <w:p w:rsidR="005E2FA3" w:rsidRPr="005E2FA3" w:rsidRDefault="005E2FA3" w:rsidP="005E2FA3">
                      <w:pPr>
                        <w:pStyle w:val="NormalWeb"/>
                        <w:spacing w:before="0" w:beforeAutospacing="0" w:after="0" w:afterAutospacing="0"/>
                        <w:jc w:val="right"/>
                        <w:rPr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proofErr w:type="gramStart"/>
                      <w:r w:rsidRPr="005E2FA3">
                        <w:rPr>
                          <w:bCs/>
                          <w:color w:val="000000" w:themeColor="text1"/>
                          <w:sz w:val="20"/>
                          <w:szCs w:val="20"/>
                        </w:rPr>
                        <w:t>address</w:t>
                      </w:r>
                      <w:proofErr w:type="gramEnd"/>
                      <w:r w:rsidRPr="005E2FA3">
                        <w:rPr>
                          <w:bCs/>
                          <w:color w:val="000000" w:themeColor="text1"/>
                          <w:sz w:val="20"/>
                          <w:szCs w:val="20"/>
                        </w:rPr>
                        <w:t>…</w:t>
                      </w:r>
                    </w:p>
                    <w:p w:rsidR="005E2FA3" w:rsidRPr="005E2FA3" w:rsidRDefault="005E2FA3" w:rsidP="005E2FA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2FA3" w:rsidRDefault="005E2FA3" w:rsidP="008D41C7">
      <w:pPr>
        <w:pStyle w:val="NormalWeb"/>
        <w:spacing w:before="0" w:beforeAutospacing="0" w:after="40" w:afterAutospacing="0"/>
        <w:rPr>
          <w:rFonts w:ascii="Arial" w:hAnsi="Arial" w:cs="Arial"/>
          <w:sz w:val="22"/>
          <w:szCs w:val="22"/>
        </w:rPr>
      </w:pPr>
    </w:p>
    <w:p w:rsidR="005E2FA3" w:rsidRDefault="001A2859" w:rsidP="008D41C7">
      <w:pPr>
        <w:pStyle w:val="NormalWeb"/>
        <w:spacing w:before="0" w:beforeAutospacing="0" w:after="4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4] URL option</w:t>
      </w:r>
    </w:p>
    <w:p w:rsidR="001A2859" w:rsidRDefault="001A2859" w:rsidP="008D41C7">
      <w:pPr>
        <w:pStyle w:val="NormalWeb"/>
        <w:spacing w:before="0" w:beforeAutospacing="0" w:after="4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9C362EF" wp14:editId="47B728A4">
            <wp:extent cx="6130925" cy="1061720"/>
            <wp:effectExtent l="0" t="0" r="3175" b="508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ppliedLogo_New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0925" cy="106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859" w:rsidRDefault="001A2859" w:rsidP="008D41C7">
      <w:pPr>
        <w:pStyle w:val="NormalWeb"/>
        <w:spacing w:before="0" w:beforeAutospacing="0" w:after="40" w:afterAutospacing="0"/>
        <w:rPr>
          <w:rFonts w:ascii="Arial" w:hAnsi="Arial" w:cs="Arial"/>
          <w:sz w:val="22"/>
          <w:szCs w:val="22"/>
        </w:rPr>
      </w:pPr>
    </w:p>
    <w:p w:rsidR="001A2859" w:rsidRDefault="001A2859" w:rsidP="008D41C7">
      <w:pPr>
        <w:pStyle w:val="NormalWeb"/>
        <w:spacing w:before="0" w:beforeAutospacing="0" w:after="40" w:afterAutospacing="0"/>
        <w:rPr>
          <w:rFonts w:ascii="Arial" w:hAnsi="Arial" w:cs="Arial"/>
          <w:sz w:val="22"/>
          <w:szCs w:val="22"/>
        </w:rPr>
      </w:pPr>
    </w:p>
    <w:p w:rsidR="001A2859" w:rsidRDefault="001A2859" w:rsidP="008D41C7">
      <w:pPr>
        <w:pStyle w:val="NormalWeb"/>
        <w:spacing w:before="0" w:beforeAutospacing="0" w:after="40" w:afterAutospacing="0"/>
        <w:rPr>
          <w:rFonts w:ascii="Arial" w:hAnsi="Arial" w:cs="Arial"/>
          <w:sz w:val="22"/>
          <w:szCs w:val="22"/>
        </w:rPr>
      </w:pPr>
    </w:p>
    <w:p w:rsidR="001A2859" w:rsidRPr="00AA7FBB" w:rsidRDefault="001A2859" w:rsidP="008D41C7">
      <w:pPr>
        <w:pStyle w:val="NormalWeb"/>
        <w:spacing w:before="0" w:beforeAutospacing="0" w:after="40" w:afterAutospacing="0"/>
        <w:rPr>
          <w:rFonts w:ascii="Arial" w:hAnsi="Arial" w:cs="Arial"/>
          <w:sz w:val="22"/>
          <w:szCs w:val="22"/>
        </w:rPr>
      </w:pPr>
    </w:p>
    <w:sectPr w:rsidR="001A2859" w:rsidRPr="00AA7FBB" w:rsidSect="001A2859">
      <w:pgSz w:w="11906" w:h="16838"/>
      <w:pgMar w:top="851" w:right="991" w:bottom="993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677A3"/>
    <w:multiLevelType w:val="hybridMultilevel"/>
    <w:tmpl w:val="EB1C2644"/>
    <w:lvl w:ilvl="0" w:tplc="9844EE7E">
      <w:start w:val="1"/>
      <w:numFmt w:val="decimal"/>
      <w:lvlText w:val="%1."/>
      <w:lvlJc w:val="left"/>
      <w:pPr>
        <w:tabs>
          <w:tab w:val="num" w:pos="1995"/>
        </w:tabs>
        <w:ind w:left="1995" w:hanging="1635"/>
      </w:pPr>
      <w:rPr>
        <w:rFonts w:hint="default"/>
        <w:color w:val="244061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977FD5"/>
    <w:multiLevelType w:val="hybridMultilevel"/>
    <w:tmpl w:val="BCE2D85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A4460D"/>
    <w:multiLevelType w:val="hybridMultilevel"/>
    <w:tmpl w:val="67F8EC6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757"/>
    <w:rsid w:val="00075AB7"/>
    <w:rsid w:val="000A6F34"/>
    <w:rsid w:val="00105CD7"/>
    <w:rsid w:val="00181DC2"/>
    <w:rsid w:val="001A2859"/>
    <w:rsid w:val="002146D9"/>
    <w:rsid w:val="00233BBD"/>
    <w:rsid w:val="00272181"/>
    <w:rsid w:val="00373411"/>
    <w:rsid w:val="003C2A2D"/>
    <w:rsid w:val="00437EB0"/>
    <w:rsid w:val="004C335D"/>
    <w:rsid w:val="004C55CE"/>
    <w:rsid w:val="005364C5"/>
    <w:rsid w:val="005434A9"/>
    <w:rsid w:val="005642F4"/>
    <w:rsid w:val="0056654E"/>
    <w:rsid w:val="00572718"/>
    <w:rsid w:val="0058551A"/>
    <w:rsid w:val="005D5583"/>
    <w:rsid w:val="005E2FA3"/>
    <w:rsid w:val="0064015B"/>
    <w:rsid w:val="0065630E"/>
    <w:rsid w:val="006D4142"/>
    <w:rsid w:val="0076282F"/>
    <w:rsid w:val="007E65F3"/>
    <w:rsid w:val="00800C1F"/>
    <w:rsid w:val="00813D56"/>
    <w:rsid w:val="00814010"/>
    <w:rsid w:val="0083485F"/>
    <w:rsid w:val="00837E88"/>
    <w:rsid w:val="00865384"/>
    <w:rsid w:val="008A1612"/>
    <w:rsid w:val="008B30AF"/>
    <w:rsid w:val="008D41C7"/>
    <w:rsid w:val="008E77E5"/>
    <w:rsid w:val="00911EB0"/>
    <w:rsid w:val="00927D33"/>
    <w:rsid w:val="00977156"/>
    <w:rsid w:val="009E5832"/>
    <w:rsid w:val="00A33DCE"/>
    <w:rsid w:val="00A64944"/>
    <w:rsid w:val="00A66FA7"/>
    <w:rsid w:val="00AA7FBB"/>
    <w:rsid w:val="00AD647C"/>
    <w:rsid w:val="00AE7C16"/>
    <w:rsid w:val="00B574BE"/>
    <w:rsid w:val="00BC338E"/>
    <w:rsid w:val="00BE12BF"/>
    <w:rsid w:val="00C30364"/>
    <w:rsid w:val="00C32864"/>
    <w:rsid w:val="00C54638"/>
    <w:rsid w:val="00C54F67"/>
    <w:rsid w:val="00C9712D"/>
    <w:rsid w:val="00CB0E2B"/>
    <w:rsid w:val="00D52E38"/>
    <w:rsid w:val="00DB6C6D"/>
    <w:rsid w:val="00DC79E3"/>
    <w:rsid w:val="00E3393A"/>
    <w:rsid w:val="00E36660"/>
    <w:rsid w:val="00E37CCB"/>
    <w:rsid w:val="00E83757"/>
    <w:rsid w:val="00F327D3"/>
    <w:rsid w:val="00FF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77E61F3-7F35-4590-A40F-94D756AD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54638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C5463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2721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218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7E65F3"/>
    <w:pPr>
      <w:widowControl w:val="0"/>
      <w:ind w:left="243"/>
    </w:pPr>
    <w:rPr>
      <w:rFonts w:cstheme="minorBidi"/>
      <w:b/>
      <w:bCs/>
      <w:sz w:val="40"/>
      <w:szCs w:val="4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7E65F3"/>
    <w:rPr>
      <w:rFonts w:cstheme="minorBidi"/>
      <w:b/>
      <w:bCs/>
      <w:sz w:val="40"/>
      <w:szCs w:val="40"/>
      <w:lang w:val="en-US" w:eastAsia="en-US"/>
    </w:rPr>
  </w:style>
  <w:style w:type="paragraph" w:customStyle="1" w:styleId="Framecontents">
    <w:name w:val="Frame contents"/>
    <w:basedOn w:val="BodyText"/>
    <w:rsid w:val="005E2FA3"/>
    <w:pPr>
      <w:suppressAutoHyphens/>
      <w:spacing w:after="120"/>
      <w:ind w:left="0"/>
    </w:pPr>
    <w:rPr>
      <w:rFonts w:eastAsia="SimSun" w:cs="Mangal"/>
      <w:b w:val="0"/>
      <w:bCs w:val="0"/>
      <w:kern w:val="1"/>
      <w:sz w:val="24"/>
      <w:szCs w:val="24"/>
      <w:lang w:val="en-AU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9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ell\Documents\MSMH%20alliances\ANSA\OfficialDocuments\LetterheadANS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LetterheadANSA.dotx</Template>
  <TotalTime>26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AGM of the Applied Neuroscience Society of Australasia</vt:lpstr>
    </vt:vector>
  </TitlesOfParts>
  <Company>Toshiba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AGM of the Applied Neuroscience Society of Australasia</dc:title>
  <dc:creator>Shell</dc:creator>
  <cp:lastModifiedBy>Michelle Aniftos</cp:lastModifiedBy>
  <cp:revision>7</cp:revision>
  <dcterms:created xsi:type="dcterms:W3CDTF">2014-08-16T03:46:00Z</dcterms:created>
  <dcterms:modified xsi:type="dcterms:W3CDTF">2015-08-29T07:47:00Z</dcterms:modified>
</cp:coreProperties>
</file>